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Ind w:w="-106" w:type="dxa"/>
        <w:tblLook w:val="01E0"/>
      </w:tblPr>
      <w:tblGrid>
        <w:gridCol w:w="5070"/>
        <w:gridCol w:w="5103"/>
      </w:tblGrid>
      <w:tr w:rsidR="0044308C" w:rsidRPr="00773BB0">
        <w:tc>
          <w:tcPr>
            <w:tcW w:w="5070" w:type="dxa"/>
          </w:tcPr>
          <w:p w:rsidR="0044308C" w:rsidRPr="00773BB0" w:rsidRDefault="0044308C" w:rsidP="00785426"/>
        </w:tc>
        <w:tc>
          <w:tcPr>
            <w:tcW w:w="5103" w:type="dxa"/>
          </w:tcPr>
          <w:p w:rsidR="0044308C" w:rsidRPr="00773BB0" w:rsidRDefault="0044308C" w:rsidP="006D2DB7">
            <w:pPr>
              <w:ind w:firstLine="0"/>
              <w:jc w:val="center"/>
            </w:pPr>
            <w:r w:rsidRPr="00773BB0">
              <w:t>ПРИЛОЖЕНИЕ № 1</w:t>
            </w:r>
          </w:p>
          <w:p w:rsidR="0044308C" w:rsidRDefault="0044308C" w:rsidP="006D2DB7">
            <w:pPr>
              <w:ind w:firstLine="0"/>
              <w:jc w:val="center"/>
            </w:pPr>
            <w:r w:rsidRPr="00773BB0">
              <w:t xml:space="preserve">к административному регламенту предоставления администрацией </w:t>
            </w:r>
            <w:r>
              <w:t>Школьненского сельского поселения</w:t>
            </w:r>
            <w:r w:rsidRPr="00773BB0">
              <w:t xml:space="preserve"> </w:t>
            </w:r>
            <w:r>
              <w:t>Белореченского района</w:t>
            </w:r>
          </w:p>
          <w:p w:rsidR="0044308C" w:rsidRPr="00773BB0" w:rsidRDefault="0044308C" w:rsidP="006D2DB7">
            <w:pPr>
              <w:ind w:firstLine="0"/>
              <w:jc w:val="center"/>
            </w:pPr>
            <w:r w:rsidRPr="00773BB0">
              <w:t>муниципальной услуги</w:t>
            </w:r>
          </w:p>
          <w:p w:rsidR="0044308C" w:rsidRPr="00773BB0" w:rsidRDefault="0044308C" w:rsidP="006D2DB7">
            <w:pPr>
              <w:ind w:firstLine="0"/>
              <w:jc w:val="center"/>
            </w:pPr>
            <w:r w:rsidRPr="00773BB0">
              <w:t>«Возврат платежей физических и юридических лиц по неналоговым доходам из бюджета муниципального образования»</w:t>
            </w:r>
          </w:p>
        </w:tc>
      </w:tr>
    </w:tbl>
    <w:p w:rsidR="0044308C" w:rsidRPr="00773BB0" w:rsidRDefault="0044308C" w:rsidP="006F48A4">
      <w:pPr>
        <w:jc w:val="center"/>
        <w:rPr>
          <w:sz w:val="24"/>
          <w:szCs w:val="24"/>
        </w:rPr>
      </w:pPr>
    </w:p>
    <w:p w:rsidR="0044308C" w:rsidRPr="00773BB0" w:rsidRDefault="0044308C" w:rsidP="006F48A4">
      <w:pPr>
        <w:jc w:val="center"/>
        <w:rPr>
          <w:b/>
          <w:bCs/>
          <w:sz w:val="24"/>
          <w:szCs w:val="24"/>
        </w:rPr>
      </w:pPr>
      <w:r w:rsidRPr="00773BB0">
        <w:rPr>
          <w:b/>
          <w:bCs/>
          <w:sz w:val="24"/>
          <w:szCs w:val="24"/>
        </w:rPr>
        <w:t>ФОРМА ЗАЯВЛЕНИЯ</w:t>
      </w:r>
    </w:p>
    <w:p w:rsidR="0044308C" w:rsidRPr="00773BB0" w:rsidRDefault="0044308C" w:rsidP="006F48A4">
      <w:pPr>
        <w:jc w:val="center"/>
        <w:rPr>
          <w:sz w:val="24"/>
          <w:szCs w:val="24"/>
        </w:rPr>
      </w:pPr>
    </w:p>
    <w:p w:rsidR="0044308C" w:rsidRPr="00773BB0" w:rsidRDefault="0044308C" w:rsidP="002611FB">
      <w:pPr>
        <w:ind w:left="5387" w:firstLine="0"/>
        <w:rPr>
          <w:sz w:val="26"/>
          <w:szCs w:val="26"/>
        </w:rPr>
      </w:pPr>
      <w:r w:rsidRPr="00773BB0">
        <w:rPr>
          <w:sz w:val="26"/>
          <w:szCs w:val="26"/>
        </w:rPr>
        <w:t xml:space="preserve">Главе </w:t>
      </w:r>
      <w:r>
        <w:rPr>
          <w:sz w:val="26"/>
          <w:szCs w:val="26"/>
        </w:rPr>
        <w:t>Школьненского сельского поселения</w:t>
      </w:r>
      <w:bookmarkStart w:id="0" w:name="_GoBack"/>
      <w:r>
        <w:rPr>
          <w:sz w:val="26"/>
          <w:szCs w:val="26"/>
        </w:rPr>
        <w:t xml:space="preserve"> Белореченского района</w:t>
      </w:r>
    </w:p>
    <w:bookmarkEnd w:id="0"/>
    <w:p w:rsidR="0044308C" w:rsidRPr="00773BB0" w:rsidRDefault="0044308C" w:rsidP="006360D3">
      <w:pPr>
        <w:ind w:firstLine="5387"/>
        <w:rPr>
          <w:sz w:val="26"/>
          <w:szCs w:val="26"/>
        </w:rPr>
      </w:pPr>
      <w:r>
        <w:rPr>
          <w:sz w:val="26"/>
          <w:szCs w:val="26"/>
        </w:rPr>
        <w:t>_______________________________</w:t>
      </w:r>
    </w:p>
    <w:p w:rsidR="0044308C" w:rsidRPr="00773BB0" w:rsidRDefault="0044308C" w:rsidP="006629EB">
      <w:pPr>
        <w:ind w:firstLine="0"/>
        <w:jc w:val="center"/>
        <w:rPr>
          <w:b/>
          <w:bCs/>
          <w:sz w:val="26"/>
          <w:szCs w:val="26"/>
        </w:rPr>
      </w:pPr>
      <w:r w:rsidRPr="00773BB0">
        <w:rPr>
          <w:b/>
          <w:bCs/>
          <w:sz w:val="26"/>
          <w:szCs w:val="26"/>
        </w:rPr>
        <w:t>Заявление</w:t>
      </w:r>
      <w:r w:rsidRPr="00773BB0">
        <w:rPr>
          <w:b/>
          <w:bCs/>
          <w:sz w:val="26"/>
          <w:szCs w:val="26"/>
        </w:rPr>
        <w:br/>
        <w:t>о возврате платежа по неналоговым доходам из бюджета муниципального образования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Я, _____________________________________________________________________,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73BB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(полностью Ф.И.О. заявителя)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паспорт серии ____________ номер ____________, выдан «___» ______________ _____ г.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44308C" w:rsidRPr="00773BB0" w:rsidRDefault="0044308C" w:rsidP="0008693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73BB0">
        <w:rPr>
          <w:rFonts w:ascii="Times New Roman" w:hAnsi="Times New Roman" w:cs="Times New Roman"/>
          <w:sz w:val="22"/>
          <w:szCs w:val="22"/>
        </w:rPr>
        <w:t>(каким органом выдан)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код подразделения _____________, контактный телефон ___________________________,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проживающий (ая) по адресу: __________________________________________ ___________________________________________________________________________,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прошу Вас осуществить возврат платежа, в сумме ______________________руб____коп,</w:t>
      </w:r>
    </w:p>
    <w:p w:rsidR="0044308C" w:rsidRPr="00773BB0" w:rsidRDefault="0044308C" w:rsidP="0008693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773BB0">
        <w:rPr>
          <w:rFonts w:ascii="Times New Roman" w:hAnsi="Times New Roman" w:cs="Times New Roman"/>
          <w:sz w:val="26"/>
          <w:szCs w:val="26"/>
        </w:rPr>
        <w:t xml:space="preserve">(__________________________________________________________________________       </w:t>
      </w:r>
      <w:r w:rsidRPr="00773BB0">
        <w:rPr>
          <w:rFonts w:ascii="Times New Roman" w:hAnsi="Times New Roman" w:cs="Times New Roman"/>
          <w:sz w:val="22"/>
          <w:szCs w:val="22"/>
        </w:rPr>
        <w:t>(сумма  прописью)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уплаченные:   платежным поручением, квитанцией ПД-4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73BB0">
        <w:rPr>
          <w:rFonts w:ascii="Times New Roman" w:hAnsi="Times New Roman" w:cs="Times New Roman"/>
          <w:sz w:val="22"/>
          <w:szCs w:val="22"/>
        </w:rPr>
        <w:t xml:space="preserve">                                                   (нужное подчеркнуть)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№________________от______________г. на сумму___________________руб _______коп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по причине __________________________________________________________________ ____________________________________________________________________________,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73BB0">
        <w:rPr>
          <w:rFonts w:ascii="Times New Roman" w:hAnsi="Times New Roman" w:cs="Times New Roman"/>
          <w:sz w:val="22"/>
          <w:szCs w:val="22"/>
        </w:rPr>
        <w:t xml:space="preserve">                                 (неверной уплаты; излишне уплаченных денежных средств и т.д)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что подтверждено ____________________________________________________________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73BB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(актом сверки, платежным поручением, 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73BB0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__________________________________________________________________________________________,  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73BB0">
        <w:rPr>
          <w:rFonts w:ascii="Times New Roman" w:hAnsi="Times New Roman" w:cs="Times New Roman"/>
          <w:sz w:val="22"/>
          <w:szCs w:val="22"/>
        </w:rPr>
        <w:t xml:space="preserve">                                    свидетельством на право собственности и др.)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на следующие реквизиты получателя: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Наименование получателя______________________________________________________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 xml:space="preserve">ИНН  _______________________________________________________________________      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Р/С(Л/С)    ___________________________   К/С   _________________________________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Банк получателя______________________________________________________________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73BB0">
        <w:rPr>
          <w:rFonts w:ascii="Times New Roman" w:hAnsi="Times New Roman" w:cs="Times New Roman"/>
          <w:sz w:val="26"/>
          <w:szCs w:val="26"/>
        </w:rPr>
        <w:t>БИК  _______________________________________________________________________</w:t>
      </w: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4308C" w:rsidRPr="00773BB0" w:rsidRDefault="0044308C" w:rsidP="0008693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4308C" w:rsidRPr="00773BB0" w:rsidRDefault="0044308C" w:rsidP="006629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4308C" w:rsidRPr="00773BB0" w:rsidRDefault="0044308C" w:rsidP="00511ED2">
      <w:pPr>
        <w:ind w:firstLine="709"/>
        <w:jc w:val="both"/>
        <w:rPr>
          <w:sz w:val="26"/>
          <w:szCs w:val="26"/>
        </w:rPr>
      </w:pPr>
      <w:r w:rsidRPr="00773BB0">
        <w:rPr>
          <w:sz w:val="26"/>
          <w:szCs w:val="26"/>
        </w:rPr>
        <w:t>Прилагаются копии документов:</w:t>
      </w:r>
    </w:p>
    <w:p w:rsidR="0044308C" w:rsidRPr="00773BB0" w:rsidRDefault="0044308C" w:rsidP="00511ED2">
      <w:pPr>
        <w:ind w:firstLine="709"/>
        <w:jc w:val="both"/>
        <w:rPr>
          <w:sz w:val="26"/>
          <w:szCs w:val="26"/>
        </w:rPr>
      </w:pPr>
      <w:r w:rsidRPr="00773BB0">
        <w:rPr>
          <w:sz w:val="26"/>
          <w:szCs w:val="26"/>
        </w:rPr>
        <w:t>__________________________</w:t>
      </w:r>
    </w:p>
    <w:p w:rsidR="0044308C" w:rsidRPr="00773BB0" w:rsidRDefault="0044308C" w:rsidP="00511ED2">
      <w:pPr>
        <w:ind w:firstLine="709"/>
        <w:jc w:val="both"/>
        <w:rPr>
          <w:sz w:val="26"/>
          <w:szCs w:val="26"/>
        </w:rPr>
      </w:pPr>
    </w:p>
    <w:tbl>
      <w:tblPr>
        <w:tblW w:w="10165" w:type="dxa"/>
        <w:tblInd w:w="-106" w:type="dxa"/>
        <w:tblLook w:val="01E0"/>
      </w:tblPr>
      <w:tblGrid>
        <w:gridCol w:w="5211"/>
        <w:gridCol w:w="2415"/>
        <w:gridCol w:w="2539"/>
      </w:tblGrid>
      <w:tr w:rsidR="0044308C" w:rsidRPr="00773BB0">
        <w:tc>
          <w:tcPr>
            <w:tcW w:w="5211" w:type="dxa"/>
          </w:tcPr>
          <w:p w:rsidR="0044308C" w:rsidRPr="00773BB0" w:rsidRDefault="0044308C" w:rsidP="00AD4312">
            <w:pPr>
              <w:ind w:firstLine="0"/>
              <w:jc w:val="both"/>
              <w:rPr>
                <w:sz w:val="26"/>
                <w:szCs w:val="26"/>
              </w:rPr>
            </w:pPr>
            <w:r w:rsidRPr="00773BB0">
              <w:rPr>
                <w:sz w:val="26"/>
                <w:szCs w:val="26"/>
              </w:rPr>
              <w:t xml:space="preserve">«____» ______________ 20___ г.  </w:t>
            </w:r>
          </w:p>
          <w:p w:rsidR="0044308C" w:rsidRPr="00773BB0" w:rsidRDefault="0044308C" w:rsidP="00AD4312">
            <w:pPr>
              <w:ind w:firstLine="0"/>
              <w:rPr>
                <w:sz w:val="26"/>
                <w:szCs w:val="26"/>
              </w:rPr>
            </w:pPr>
            <w:r w:rsidRPr="00773BB0">
              <w:rPr>
                <w:sz w:val="26"/>
                <w:szCs w:val="26"/>
              </w:rPr>
              <w:t xml:space="preserve">                         дата</w:t>
            </w:r>
          </w:p>
          <w:p w:rsidR="0044308C" w:rsidRPr="00773BB0" w:rsidRDefault="0044308C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  <w:tc>
          <w:tcPr>
            <w:tcW w:w="2415" w:type="dxa"/>
          </w:tcPr>
          <w:p w:rsidR="0044308C" w:rsidRPr="00773BB0" w:rsidRDefault="0044308C" w:rsidP="00AD4312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539" w:type="dxa"/>
          </w:tcPr>
          <w:p w:rsidR="0044308C" w:rsidRPr="00773BB0" w:rsidRDefault="0044308C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773BB0">
              <w:rPr>
                <w:sz w:val="26"/>
                <w:szCs w:val="26"/>
              </w:rPr>
              <w:t>______________</w:t>
            </w:r>
          </w:p>
          <w:p w:rsidR="0044308C" w:rsidRPr="00773BB0" w:rsidRDefault="0044308C" w:rsidP="00AD4312">
            <w:pPr>
              <w:ind w:firstLine="0"/>
              <w:jc w:val="center"/>
              <w:rPr>
                <w:sz w:val="26"/>
                <w:szCs w:val="26"/>
              </w:rPr>
            </w:pPr>
            <w:r w:rsidRPr="00773BB0">
              <w:rPr>
                <w:sz w:val="26"/>
                <w:szCs w:val="26"/>
              </w:rPr>
              <w:t xml:space="preserve">подпись заявителя </w:t>
            </w:r>
          </w:p>
          <w:p w:rsidR="0044308C" w:rsidRPr="00773BB0" w:rsidRDefault="0044308C" w:rsidP="00AD4312">
            <w:pPr>
              <w:ind w:firstLine="0"/>
              <w:jc w:val="both"/>
              <w:rPr>
                <w:sz w:val="26"/>
                <w:szCs w:val="26"/>
              </w:rPr>
            </w:pPr>
          </w:p>
        </w:tc>
      </w:tr>
    </w:tbl>
    <w:p w:rsidR="0044308C" w:rsidRPr="00773BB0" w:rsidRDefault="0044308C" w:rsidP="001670D7">
      <w:pPr>
        <w:pStyle w:val="ConsPlusNonformat"/>
        <w:jc w:val="both"/>
        <w:rPr>
          <w:sz w:val="26"/>
          <w:szCs w:val="26"/>
        </w:rPr>
      </w:pPr>
    </w:p>
    <w:sectPr w:rsidR="0044308C" w:rsidRPr="00773BB0" w:rsidSect="006D2DB7">
      <w:headerReference w:type="default" r:id="rId6"/>
      <w:pgSz w:w="12240" w:h="15840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08C" w:rsidRDefault="0044308C">
      <w:r>
        <w:separator/>
      </w:r>
    </w:p>
  </w:endnote>
  <w:endnote w:type="continuationSeparator" w:id="0">
    <w:p w:rsidR="0044308C" w:rsidRDefault="00443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08C" w:rsidRDefault="0044308C">
      <w:r>
        <w:separator/>
      </w:r>
    </w:p>
  </w:footnote>
  <w:footnote w:type="continuationSeparator" w:id="0">
    <w:p w:rsidR="0044308C" w:rsidRDefault="004430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08C" w:rsidRDefault="0044308C" w:rsidP="00B90DB0">
    <w:pPr>
      <w:pStyle w:val="Header"/>
      <w:framePr w:wrap="auto" w:vAnchor="text" w:hAnchor="margin" w:xAlign="center" w:y="1"/>
      <w:rPr>
        <w:rStyle w:val="PageNumber"/>
      </w:rPr>
    </w:pPr>
  </w:p>
  <w:p w:rsidR="0044308C" w:rsidRDefault="0044308C" w:rsidP="00FB3D77">
    <w:pPr>
      <w:pStyle w:val="Header"/>
      <w:framePr w:wrap="auto" w:vAnchor="text" w:hAnchor="margin" w:xAlign="center" w:y="1"/>
      <w:rPr>
        <w:rStyle w:val="PageNumber"/>
      </w:rPr>
    </w:pPr>
  </w:p>
  <w:p w:rsidR="0044308C" w:rsidRDefault="0044308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6CA"/>
    <w:rsid w:val="000124DD"/>
    <w:rsid w:val="00026D03"/>
    <w:rsid w:val="00027BDB"/>
    <w:rsid w:val="0003261A"/>
    <w:rsid w:val="00050B93"/>
    <w:rsid w:val="00052B21"/>
    <w:rsid w:val="0008693C"/>
    <w:rsid w:val="00092A88"/>
    <w:rsid w:val="000A0547"/>
    <w:rsid w:val="000B3020"/>
    <w:rsid w:val="000C6F8E"/>
    <w:rsid w:val="000D0452"/>
    <w:rsid w:val="000D7B90"/>
    <w:rsid w:val="0012419A"/>
    <w:rsid w:val="00152B97"/>
    <w:rsid w:val="001670D7"/>
    <w:rsid w:val="00172868"/>
    <w:rsid w:val="0017361F"/>
    <w:rsid w:val="001756D0"/>
    <w:rsid w:val="00176704"/>
    <w:rsid w:val="00181187"/>
    <w:rsid w:val="0018174F"/>
    <w:rsid w:val="001A0864"/>
    <w:rsid w:val="001A100A"/>
    <w:rsid w:val="001A3271"/>
    <w:rsid w:val="001B24D8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36E34"/>
    <w:rsid w:val="002504FF"/>
    <w:rsid w:val="002508D8"/>
    <w:rsid w:val="002611FB"/>
    <w:rsid w:val="00262046"/>
    <w:rsid w:val="002808A9"/>
    <w:rsid w:val="00285953"/>
    <w:rsid w:val="002C05B5"/>
    <w:rsid w:val="002C1A04"/>
    <w:rsid w:val="002D2672"/>
    <w:rsid w:val="002F06A3"/>
    <w:rsid w:val="002F1357"/>
    <w:rsid w:val="003309E0"/>
    <w:rsid w:val="003435DF"/>
    <w:rsid w:val="00352A2C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4308C"/>
    <w:rsid w:val="0045005A"/>
    <w:rsid w:val="00451210"/>
    <w:rsid w:val="004561E7"/>
    <w:rsid w:val="0046194B"/>
    <w:rsid w:val="00475DF9"/>
    <w:rsid w:val="00492ADF"/>
    <w:rsid w:val="004B0283"/>
    <w:rsid w:val="004B78AB"/>
    <w:rsid w:val="004E159C"/>
    <w:rsid w:val="00511ED2"/>
    <w:rsid w:val="005232A2"/>
    <w:rsid w:val="00564A74"/>
    <w:rsid w:val="005664E9"/>
    <w:rsid w:val="0057386A"/>
    <w:rsid w:val="00584291"/>
    <w:rsid w:val="005B074C"/>
    <w:rsid w:val="005B4167"/>
    <w:rsid w:val="005C52B5"/>
    <w:rsid w:val="005D20A4"/>
    <w:rsid w:val="005E3D9D"/>
    <w:rsid w:val="00600A06"/>
    <w:rsid w:val="006216EA"/>
    <w:rsid w:val="00635D18"/>
    <w:rsid w:val="006360D3"/>
    <w:rsid w:val="00641197"/>
    <w:rsid w:val="00646096"/>
    <w:rsid w:val="00655C06"/>
    <w:rsid w:val="00655CE3"/>
    <w:rsid w:val="00657E3B"/>
    <w:rsid w:val="006629EB"/>
    <w:rsid w:val="00665373"/>
    <w:rsid w:val="00674183"/>
    <w:rsid w:val="00676583"/>
    <w:rsid w:val="00677204"/>
    <w:rsid w:val="00695505"/>
    <w:rsid w:val="006A1C6B"/>
    <w:rsid w:val="006A2232"/>
    <w:rsid w:val="006B4B44"/>
    <w:rsid w:val="006D1290"/>
    <w:rsid w:val="006D2DB7"/>
    <w:rsid w:val="006E3330"/>
    <w:rsid w:val="006E67B6"/>
    <w:rsid w:val="006F48A4"/>
    <w:rsid w:val="00704719"/>
    <w:rsid w:val="0071541C"/>
    <w:rsid w:val="00742461"/>
    <w:rsid w:val="00752B7E"/>
    <w:rsid w:val="00773BB0"/>
    <w:rsid w:val="00785426"/>
    <w:rsid w:val="00790833"/>
    <w:rsid w:val="007B2446"/>
    <w:rsid w:val="007B2B28"/>
    <w:rsid w:val="008124B8"/>
    <w:rsid w:val="00812A9A"/>
    <w:rsid w:val="00822A6D"/>
    <w:rsid w:val="00832AFA"/>
    <w:rsid w:val="008334E1"/>
    <w:rsid w:val="008405CE"/>
    <w:rsid w:val="00842AD6"/>
    <w:rsid w:val="00843AF1"/>
    <w:rsid w:val="00860C89"/>
    <w:rsid w:val="00894A64"/>
    <w:rsid w:val="008B0FAB"/>
    <w:rsid w:val="008B1C09"/>
    <w:rsid w:val="008C2968"/>
    <w:rsid w:val="008D3577"/>
    <w:rsid w:val="008D5C7A"/>
    <w:rsid w:val="008E0E7C"/>
    <w:rsid w:val="0093193C"/>
    <w:rsid w:val="0096757D"/>
    <w:rsid w:val="00980747"/>
    <w:rsid w:val="009976B2"/>
    <w:rsid w:val="009A63AA"/>
    <w:rsid w:val="009E0041"/>
    <w:rsid w:val="009E3CE3"/>
    <w:rsid w:val="009F43CD"/>
    <w:rsid w:val="00A01E3D"/>
    <w:rsid w:val="00A15B12"/>
    <w:rsid w:val="00A30F8D"/>
    <w:rsid w:val="00A90BD3"/>
    <w:rsid w:val="00AB45C6"/>
    <w:rsid w:val="00AD4312"/>
    <w:rsid w:val="00AD6607"/>
    <w:rsid w:val="00AD6695"/>
    <w:rsid w:val="00AE067F"/>
    <w:rsid w:val="00AE4AD8"/>
    <w:rsid w:val="00B41770"/>
    <w:rsid w:val="00B900E5"/>
    <w:rsid w:val="00B90DB0"/>
    <w:rsid w:val="00C13CE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3F29"/>
    <w:rsid w:val="00E74BCA"/>
    <w:rsid w:val="00E873CD"/>
    <w:rsid w:val="00EA14EB"/>
    <w:rsid w:val="00EA1EE4"/>
    <w:rsid w:val="00EA4DD4"/>
    <w:rsid w:val="00EB58E4"/>
    <w:rsid w:val="00ED38A7"/>
    <w:rsid w:val="00EE64B4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5F7"/>
    <w:rsid w:val="00FB3D77"/>
    <w:rsid w:val="00FD5A14"/>
    <w:rsid w:val="00FD7014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CE3"/>
    <w:pPr>
      <w:ind w:firstLine="720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63AA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A63AA"/>
    <w:rPr>
      <w:rFonts w:ascii="Arial" w:hAnsi="Arial" w:cs="Arial"/>
      <w:b/>
      <w:bCs/>
      <w:color w:val="26282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E3CE3"/>
    <w:pPr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32D4"/>
    <w:rPr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9E3CE3"/>
    <w:pPr>
      <w:ind w:firstLine="851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32D4"/>
    <w:rPr>
      <w:sz w:val="28"/>
      <w:szCs w:val="28"/>
    </w:rPr>
  </w:style>
  <w:style w:type="table" w:styleId="TableGrid">
    <w:name w:val="Table Grid"/>
    <w:basedOn w:val="TableNormal"/>
    <w:uiPriority w:val="99"/>
    <w:rsid w:val="00FB2B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638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32D4"/>
    <w:rPr>
      <w:sz w:val="28"/>
      <w:szCs w:val="28"/>
    </w:rPr>
  </w:style>
  <w:style w:type="character" w:styleId="PageNumber">
    <w:name w:val="page number"/>
    <w:basedOn w:val="DefaultParagraphFont"/>
    <w:uiPriority w:val="99"/>
    <w:rsid w:val="00E638EE"/>
  </w:style>
  <w:style w:type="paragraph" w:styleId="Footer">
    <w:name w:val="footer"/>
    <w:basedOn w:val="Normal"/>
    <w:link w:val="FooterChar"/>
    <w:uiPriority w:val="99"/>
    <w:rsid w:val="00422D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32D4"/>
    <w:rPr>
      <w:sz w:val="28"/>
      <w:szCs w:val="28"/>
    </w:rPr>
  </w:style>
  <w:style w:type="paragraph" w:customStyle="1" w:styleId="a">
    <w:name w:val="Знак"/>
    <w:basedOn w:val="Normal"/>
    <w:uiPriority w:val="99"/>
    <w:rsid w:val="00420886"/>
    <w:pPr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4B02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2D4"/>
    <w:rPr>
      <w:sz w:val="0"/>
      <w:szCs w:val="0"/>
    </w:rPr>
  </w:style>
  <w:style w:type="paragraph" w:customStyle="1" w:styleId="ConsPlusNonformat">
    <w:name w:val="ConsPlusNonformat"/>
    <w:uiPriority w:val="99"/>
    <w:rsid w:val="002508D8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9A63AA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</w:rPr>
  </w:style>
  <w:style w:type="character" w:customStyle="1" w:styleId="a1">
    <w:name w:val="Гипертекстовая ссылка"/>
    <w:basedOn w:val="DefaultParagraphFont"/>
    <w:uiPriority w:val="99"/>
    <w:rsid w:val="009A63AA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404</Words>
  <Characters>2303</Characters>
  <Application>Microsoft Office Outlook</Application>
  <DocSecurity>0</DocSecurity>
  <Lines>0</Lines>
  <Paragraphs>0</Paragraphs>
  <ScaleCrop>false</ScaleCrop>
  <Company>ДСЗН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dc:description/>
  <cp:lastModifiedBy>Кристина</cp:lastModifiedBy>
  <cp:revision>8</cp:revision>
  <cp:lastPrinted>2016-01-20T14:58:00Z</cp:lastPrinted>
  <dcterms:created xsi:type="dcterms:W3CDTF">2016-02-13T10:32:00Z</dcterms:created>
  <dcterms:modified xsi:type="dcterms:W3CDTF">2016-02-29T14:15:00Z</dcterms:modified>
</cp:coreProperties>
</file>